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2907"/>
        <w:gridCol w:w="4082"/>
        <w:gridCol w:w="1963"/>
      </w:tblGrid>
      <w:tr w:rsidR="00A45E80" w:rsidTr="00A45E80">
        <w:trPr>
          <w:trHeight w:val="454"/>
          <w:jc w:val="center"/>
        </w:trPr>
        <w:tc>
          <w:tcPr>
            <w:tcW w:w="8810" w:type="dxa"/>
            <w:gridSpan w:val="3"/>
            <w:vAlign w:val="center"/>
          </w:tcPr>
          <w:p w:rsidR="00A45E80" w:rsidRPr="00B21C46" w:rsidRDefault="00A45E80" w:rsidP="00B65026">
            <w:pPr>
              <w:pStyle w:val="En-tte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FF0000"/>
                <w:sz w:val="36"/>
              </w:rPr>
              <w:t>Innovation Technologique</w:t>
            </w:r>
          </w:p>
        </w:tc>
        <w:tc>
          <w:tcPr>
            <w:tcW w:w="1963" w:type="dxa"/>
            <w:vAlign w:val="center"/>
          </w:tcPr>
          <w:p w:rsidR="00A45E80" w:rsidRDefault="00A45E80" w:rsidP="00B65026">
            <w:pPr>
              <w:pStyle w:val="En-tte"/>
              <w:jc w:val="center"/>
              <w:rPr>
                <w:b/>
              </w:rPr>
            </w:pPr>
            <w:r>
              <w:rPr>
                <w:b/>
              </w:rPr>
              <w:t>1° STI2D</w:t>
            </w:r>
          </w:p>
          <w:p w:rsidR="00A45E80" w:rsidRPr="003D0E61" w:rsidRDefault="00A45E80" w:rsidP="00B65026">
            <w:pPr>
              <w:pStyle w:val="En-tte"/>
              <w:jc w:val="center"/>
              <w:rPr>
                <w:rFonts w:ascii="Comic Sans MS" w:hAnsi="Comic Sans MS"/>
                <w:b/>
              </w:rPr>
            </w:pPr>
            <w:r>
              <w:rPr>
                <w:b/>
              </w:rPr>
              <w:t>SEQ 4</w:t>
            </w:r>
          </w:p>
        </w:tc>
      </w:tr>
      <w:tr w:rsidR="00A45E80" w:rsidTr="00A45E80">
        <w:trPr>
          <w:jc w:val="center"/>
        </w:trPr>
        <w:tc>
          <w:tcPr>
            <w:tcW w:w="1821" w:type="dxa"/>
            <w:vMerge w:val="restart"/>
            <w:vAlign w:val="center"/>
          </w:tcPr>
          <w:p w:rsidR="00A45E80" w:rsidRPr="001B6658" w:rsidRDefault="00A45E80" w:rsidP="00B65026">
            <w:pPr>
              <w:pStyle w:val="En-tte"/>
              <w:jc w:val="center"/>
            </w:pPr>
            <w:r w:rsidRPr="002D50A1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71C2424E" wp14:editId="44768F6A">
                  <wp:extent cx="637287" cy="408712"/>
                  <wp:effectExtent l="0" t="0" r="0" b="0"/>
                  <wp:docPr id="8" name="Image 8" descr="D:\Cours\Année 2019-2020\1STI2D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ours\Année 2019-2020\1STI2D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48" cy="45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9" w:type="dxa"/>
            <w:gridSpan w:val="2"/>
            <w:vAlign w:val="center"/>
          </w:tcPr>
          <w:p w:rsidR="00A45E80" w:rsidRPr="00B21C46" w:rsidRDefault="00A45E80" w:rsidP="00B65026">
            <w:pPr>
              <w:pStyle w:val="En-tte"/>
              <w:jc w:val="center"/>
              <w:rPr>
                <w:rFonts w:ascii="Arial" w:hAnsi="Arial" w:cs="Arial"/>
              </w:rPr>
            </w:pPr>
            <w:r w:rsidRPr="000B4D82">
              <w:rPr>
                <w:color w:val="1F497D" w:themeColor="text2"/>
                <w:sz w:val="28"/>
              </w:rPr>
              <w:t>Comment décrire un système ?</w:t>
            </w:r>
          </w:p>
        </w:tc>
        <w:tc>
          <w:tcPr>
            <w:tcW w:w="1963" w:type="dxa"/>
            <w:vAlign w:val="center"/>
          </w:tcPr>
          <w:p w:rsidR="00A45E80" w:rsidRPr="00034DB3" w:rsidRDefault="00ED364A" w:rsidP="00B65026">
            <w:pPr>
              <w:pStyle w:val="En-tte"/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SÉANCE 4</w:t>
            </w:r>
            <w:bookmarkStart w:id="0" w:name="_GoBack"/>
            <w:bookmarkEnd w:id="0"/>
          </w:p>
        </w:tc>
      </w:tr>
      <w:tr w:rsidR="00A45E80" w:rsidTr="00A45E80">
        <w:trPr>
          <w:jc w:val="center"/>
        </w:trPr>
        <w:tc>
          <w:tcPr>
            <w:tcW w:w="1821" w:type="dxa"/>
            <w:vMerge/>
            <w:vAlign w:val="center"/>
          </w:tcPr>
          <w:p w:rsidR="00A45E80" w:rsidRDefault="00A45E80" w:rsidP="00B65026">
            <w:pPr>
              <w:pStyle w:val="En-tte"/>
              <w:jc w:val="center"/>
            </w:pPr>
          </w:p>
        </w:tc>
        <w:tc>
          <w:tcPr>
            <w:tcW w:w="6989" w:type="dxa"/>
            <w:gridSpan w:val="2"/>
            <w:vAlign w:val="center"/>
          </w:tcPr>
          <w:p w:rsidR="00A45E80" w:rsidRDefault="00A45E80" w:rsidP="00B65026">
            <w:pPr>
              <w:pStyle w:val="En-tte"/>
              <w:jc w:val="center"/>
            </w:pPr>
            <w:r w:rsidRPr="000332AA">
              <w:rPr>
                <w:b/>
                <w:bCs/>
                <w:sz w:val="36"/>
                <w:szCs w:val="36"/>
              </w:rPr>
              <w:t>Lecture de schéma</w:t>
            </w:r>
            <w:r>
              <w:rPr>
                <w:b/>
                <w:bCs/>
                <w:sz w:val="36"/>
                <w:szCs w:val="36"/>
              </w:rPr>
              <w:t>s</w:t>
            </w:r>
            <w:r w:rsidRPr="000332AA"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architecturaux</w:t>
            </w:r>
          </w:p>
        </w:tc>
        <w:tc>
          <w:tcPr>
            <w:tcW w:w="1963" w:type="dxa"/>
            <w:vAlign w:val="center"/>
          </w:tcPr>
          <w:p w:rsidR="00A45E80" w:rsidRDefault="00A45E80" w:rsidP="00B65026">
            <w:pPr>
              <w:pStyle w:val="En-tte"/>
              <w:jc w:val="center"/>
            </w:pPr>
            <w:r>
              <w:t>Activité 1</w:t>
            </w:r>
          </w:p>
        </w:tc>
      </w:tr>
      <w:tr w:rsidR="00A45E80" w:rsidTr="00A45E80">
        <w:trPr>
          <w:trHeight w:val="284"/>
          <w:jc w:val="center"/>
        </w:trPr>
        <w:tc>
          <w:tcPr>
            <w:tcW w:w="4728" w:type="dxa"/>
            <w:gridSpan w:val="2"/>
          </w:tcPr>
          <w:p w:rsidR="00A45E80" w:rsidRPr="00B73924" w:rsidRDefault="00A45E80" w:rsidP="00B65026">
            <w:r>
              <w:t>Nom :</w:t>
            </w:r>
          </w:p>
        </w:tc>
        <w:tc>
          <w:tcPr>
            <w:tcW w:w="4082" w:type="dxa"/>
          </w:tcPr>
          <w:p w:rsidR="00A45E80" w:rsidRPr="00B73924" w:rsidRDefault="00A45E80" w:rsidP="00A45E80">
            <w:r>
              <w:t>Prénom :</w:t>
            </w:r>
          </w:p>
        </w:tc>
        <w:tc>
          <w:tcPr>
            <w:tcW w:w="1963" w:type="dxa"/>
          </w:tcPr>
          <w:p w:rsidR="00A45E80" w:rsidRDefault="00A45E80" w:rsidP="00B65026">
            <w:r>
              <w:t>Classe : 1 STI2D</w:t>
            </w:r>
          </w:p>
        </w:tc>
      </w:tr>
    </w:tbl>
    <w:p w:rsidR="00A45E80" w:rsidRDefault="00A45E80" w:rsidP="000830E0"/>
    <w:p w:rsidR="00157E0C" w:rsidRDefault="00807624" w:rsidP="00A45E80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hAnsi="Times New Roman" w:cs="Times New Roman"/>
          <w:b w:val="0"/>
          <w:color w:val="000000"/>
        </w:rPr>
      </w:pPr>
      <w:r w:rsidRPr="00A45E80">
        <w:rPr>
          <w:rFonts w:ascii="Times New Roman" w:hAnsi="Times New Roman" w:cs="Times New Roman"/>
          <w:b w:val="0"/>
          <w:color w:val="000000"/>
        </w:rPr>
        <w:t>Repére</w:t>
      </w:r>
      <w:r w:rsidR="00A92515" w:rsidRPr="00A45E80">
        <w:rPr>
          <w:rFonts w:ascii="Times New Roman" w:hAnsi="Times New Roman" w:cs="Times New Roman"/>
          <w:b w:val="0"/>
          <w:color w:val="000000"/>
        </w:rPr>
        <w:t>z</w:t>
      </w:r>
      <w:r w:rsidRPr="00A45E80">
        <w:rPr>
          <w:rFonts w:ascii="Times New Roman" w:hAnsi="Times New Roman" w:cs="Times New Roman"/>
          <w:b w:val="0"/>
          <w:color w:val="000000"/>
        </w:rPr>
        <w:t xml:space="preserve"> </w:t>
      </w:r>
      <w:r w:rsidR="00157E0C" w:rsidRPr="00A45E80">
        <w:rPr>
          <w:rFonts w:ascii="Times New Roman" w:hAnsi="Times New Roman" w:cs="Times New Roman"/>
          <w:b w:val="0"/>
          <w:color w:val="000000"/>
        </w:rPr>
        <w:t>l</w:t>
      </w:r>
      <w:r w:rsidR="009A699F" w:rsidRPr="00A45E80">
        <w:rPr>
          <w:rFonts w:ascii="Times New Roman" w:hAnsi="Times New Roman" w:cs="Times New Roman"/>
          <w:b w:val="0"/>
          <w:color w:val="000000"/>
        </w:rPr>
        <w:t>es différentes façades</w:t>
      </w:r>
      <w:r w:rsidRPr="00A45E80">
        <w:rPr>
          <w:rFonts w:ascii="Times New Roman" w:hAnsi="Times New Roman" w:cs="Times New Roman"/>
          <w:b w:val="0"/>
          <w:color w:val="000000"/>
        </w:rPr>
        <w:t xml:space="preserve"> en les coloriant</w:t>
      </w:r>
      <w:r w:rsidR="00157E0C" w:rsidRPr="00A45E80">
        <w:rPr>
          <w:rFonts w:ascii="Times New Roman" w:hAnsi="Times New Roman" w:cs="Times New Roman"/>
          <w:b w:val="0"/>
          <w:color w:val="000000"/>
        </w:rPr>
        <w:t>.</w:t>
      </w:r>
    </w:p>
    <w:p w:rsidR="00A45E80" w:rsidRPr="00A45E80" w:rsidRDefault="00A45E80" w:rsidP="00A45E80">
      <w:pPr>
        <w:pStyle w:val="Paragraphedeliste"/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</w:p>
    <w:p w:rsidR="00157E0C" w:rsidRPr="00A45E80" w:rsidRDefault="00157E0C" w:rsidP="00A45E80">
      <w:pPr>
        <w:pStyle w:val="Paragraphedeliste"/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  <w:r w:rsidRPr="00A45E80">
        <w:rPr>
          <w:rFonts w:ascii="Times New Roman" w:hAnsi="Times New Roman" w:cs="Times New Roman"/>
          <w:b w:val="0"/>
          <w:noProof/>
          <w:color w:val="000000"/>
          <w:lang w:eastAsia="fr-FR"/>
        </w:rPr>
        <mc:AlternateContent>
          <mc:Choice Requires="wpg">
            <w:drawing>
              <wp:inline distT="0" distB="0" distL="0" distR="0" wp14:anchorId="7300FE09" wp14:editId="081E8BFF">
                <wp:extent cx="4864665" cy="2628000"/>
                <wp:effectExtent l="0" t="0" r="0" b="1270"/>
                <wp:docPr id="19" name="Group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838693" cy="2628000"/>
                          <a:chOff x="0" y="0"/>
                          <a:chExt cx="5476057" cy="2971800"/>
                        </a:xfrm>
                      </wpg:grpSpPr>
                      <pic:pic xmlns:pic="http://schemas.openxmlformats.org/drawingml/2006/picture">
                        <pic:nvPicPr>
                          <pic:cNvPr id="20" name="Image 2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392" y="0"/>
                            <a:ext cx="5446665" cy="297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Rectangle 21"/>
                        <wps:cNvSpPr/>
                        <wps:spPr>
                          <a:xfrm>
                            <a:off x="0" y="2686050"/>
                            <a:ext cx="2147570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group w14:anchorId="5D449215" id="Groupe 19" o:spid="_x0000_s1026" style="width:383.05pt;height:206.95pt;mso-position-horizontal-relative:char;mso-position-vertical-relative:line" coordsize="54760,2971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0" o:spid="_x0000_s1027" type="#_x0000_t75" style="position:absolute;left:293;width:54467;height:29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">
                  <v:imagedata r:id="rId10" o:title=""/>
                  <v:path arrowok="t"/>
                </v:shape>
                <v:rect id="Rectangle 21" o:spid="_x0000_s1028" style="position:absolute;top:26860;width:21475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" fillcolor="white [3212]" strokecolor="white [3212]" strokeweight="2pt"/>
                <w10:anchorlock/>
              </v:group>
            </w:pict>
          </mc:Fallback>
        </mc:AlternateContent>
      </w:r>
    </w:p>
    <w:p w:rsidR="00157E0C" w:rsidRDefault="00157E0C" w:rsidP="00157E0C">
      <w:pPr>
        <w:jc w:val="center"/>
      </w:pPr>
    </w:p>
    <w:p w:rsidR="00B618E2" w:rsidRDefault="00A11FB2" w:rsidP="00157E0C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D2CF59" wp14:editId="4F69536F">
                <wp:simplePos x="0" y="0"/>
                <wp:positionH relativeFrom="column">
                  <wp:posOffset>3764195</wp:posOffset>
                </wp:positionH>
                <wp:positionV relativeFrom="paragraph">
                  <wp:posOffset>501783</wp:posOffset>
                </wp:positionV>
                <wp:extent cx="8627" cy="508958"/>
                <wp:effectExtent l="19050" t="19050" r="29845" b="2476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508958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055A50F9" id="Connecteur droit 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4pt,39.5pt" to="297.1pt,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" strokecolor="yellow" strokeweight="3pt"/>
            </w:pict>
          </mc:Fallback>
        </mc:AlternateContent>
      </w:r>
      <w:r w:rsidR="00157E0C">
        <w:rPr>
          <w:noProof/>
          <w:lang w:eastAsia="fr-FR"/>
        </w:rPr>
        <w:drawing>
          <wp:inline distT="0" distB="0" distL="0" distR="0" wp14:anchorId="0E806CFF" wp14:editId="6FE22A61">
            <wp:extent cx="4414296" cy="2631600"/>
            <wp:effectExtent l="0" t="0" r="5715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4296" cy="263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157E0C" w:rsidP="00157E0C">
      <w:pPr>
        <w:jc w:val="center"/>
      </w:pPr>
    </w:p>
    <w:p w:rsidR="00157E0C" w:rsidRDefault="00085D1C" w:rsidP="00157E0C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4530A9" wp14:editId="69688A0D">
                <wp:simplePos x="0" y="0"/>
                <wp:positionH relativeFrom="column">
                  <wp:posOffset>1831675</wp:posOffset>
                </wp:positionH>
                <wp:positionV relativeFrom="paragraph">
                  <wp:posOffset>374650</wp:posOffset>
                </wp:positionV>
                <wp:extent cx="0" cy="1384511"/>
                <wp:effectExtent l="19050" t="0" r="19050" b="25400"/>
                <wp:wrapNone/>
                <wp:docPr id="43" name="Connecteur droit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4511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29C22FE2" id="Connecteur droit 4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25pt,29.5pt" to="144.25pt,1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" strokecolor="fuchsia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C89DA4" wp14:editId="1C545141">
                <wp:simplePos x="0" y="0"/>
                <wp:positionH relativeFrom="column">
                  <wp:posOffset>5157682</wp:posOffset>
                </wp:positionH>
                <wp:positionV relativeFrom="paragraph">
                  <wp:posOffset>1158027</wp:posOffset>
                </wp:positionV>
                <wp:extent cx="0" cy="630767"/>
                <wp:effectExtent l="19050" t="0" r="19050" b="36195"/>
                <wp:wrapNone/>
                <wp:docPr id="42" name="Connecteur droit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0767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6FF1B58B" id="Connecteur droit 4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6.1pt,91.2pt" to="406.1pt,14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" strokecolor="#ffc000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3557482</wp:posOffset>
                </wp:positionH>
                <wp:positionV relativeFrom="paragraph">
                  <wp:posOffset>374862</wp:posOffset>
                </wp:positionV>
                <wp:extent cx="0" cy="1384511"/>
                <wp:effectExtent l="19050" t="0" r="19050" b="25400"/>
                <wp:wrapNone/>
                <wp:docPr id="41" name="Connecteur droi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4511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6FDF2503" id="Connecteur droit 4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1pt,29.5pt" to="280.1pt,1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" strokecolor="lime" strokeweight="3pt"/>
            </w:pict>
          </mc:Fallback>
        </mc:AlternateContent>
      </w:r>
      <w:r w:rsidR="00157E0C">
        <w:rPr>
          <w:noProof/>
          <w:lang w:eastAsia="fr-FR"/>
        </w:rPr>
        <w:drawing>
          <wp:inline distT="0" distB="0" distL="0" distR="0">
            <wp:extent cx="4093556" cy="2628000"/>
            <wp:effectExtent l="0" t="0" r="2540" b="127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556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A11FB2" w:rsidP="00157E0C">
      <w:pPr>
        <w:jc w:val="center"/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D86A210" wp14:editId="41040D5D">
                <wp:simplePos x="0" y="0"/>
                <wp:positionH relativeFrom="column">
                  <wp:posOffset>2841170</wp:posOffset>
                </wp:positionH>
                <wp:positionV relativeFrom="paragraph">
                  <wp:posOffset>537102</wp:posOffset>
                </wp:positionV>
                <wp:extent cx="0" cy="603849"/>
                <wp:effectExtent l="19050" t="0" r="19050" b="2540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3849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FF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6F205AB1" id="Connecteur droit 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7pt,42.3pt" to="223.7pt,8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" strokecolor="yellow" strokeweight="3pt"/>
            </w:pict>
          </mc:Fallback>
        </mc:AlternateContent>
      </w:r>
      <w:r w:rsidR="00157E0C">
        <w:rPr>
          <w:noProof/>
          <w:lang w:eastAsia="fr-FR"/>
        </w:rPr>
        <w:drawing>
          <wp:inline distT="0" distB="0" distL="0" distR="0">
            <wp:extent cx="5204006" cy="2872800"/>
            <wp:effectExtent l="0" t="0" r="0" b="381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4006" cy="28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157E0C" w:rsidP="00157E0C">
      <w:pPr>
        <w:jc w:val="center"/>
      </w:pPr>
    </w:p>
    <w:p w:rsidR="00157E0C" w:rsidRDefault="00157E0C" w:rsidP="00157E0C">
      <w:pPr>
        <w:jc w:val="center"/>
      </w:pPr>
    </w:p>
    <w:p w:rsidR="00157E0C" w:rsidRDefault="00794BA1" w:rsidP="00157E0C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D76F29" wp14:editId="45D067EA">
                <wp:simplePos x="0" y="0"/>
                <wp:positionH relativeFrom="column">
                  <wp:posOffset>1253490</wp:posOffset>
                </wp:positionH>
                <wp:positionV relativeFrom="paragraph">
                  <wp:posOffset>1096645</wp:posOffset>
                </wp:positionV>
                <wp:extent cx="0" cy="720000"/>
                <wp:effectExtent l="19050" t="0" r="19050" b="2349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99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577DA76A" id="Connecteur droit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8.7pt,86.35pt" to="98.7pt,1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" strokecolor="#09f" strokeweight="3pt"/>
            </w:pict>
          </mc:Fallback>
        </mc:AlternateContent>
      </w:r>
      <w:r w:rsidR="00157E0C">
        <w:rPr>
          <w:noProof/>
          <w:lang w:eastAsia="fr-FR"/>
        </w:rPr>
        <w:drawing>
          <wp:inline distT="0" distB="0" distL="0" distR="0">
            <wp:extent cx="4930903" cy="2894400"/>
            <wp:effectExtent l="0" t="0" r="3175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903" cy="28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157E0C" w:rsidP="00157E0C">
      <w:pPr>
        <w:jc w:val="center"/>
      </w:pPr>
    </w:p>
    <w:p w:rsidR="00157E0C" w:rsidRDefault="00157E0C" w:rsidP="00157E0C">
      <w:pPr>
        <w:jc w:val="center"/>
      </w:pPr>
    </w:p>
    <w:p w:rsidR="00157E0C" w:rsidRDefault="00244BF6" w:rsidP="00157E0C">
      <w:pPr>
        <w:jc w:val="center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C362E2" wp14:editId="77B52EDF">
                <wp:simplePos x="0" y="0"/>
                <wp:positionH relativeFrom="column">
                  <wp:posOffset>4839080</wp:posOffset>
                </wp:positionH>
                <wp:positionV relativeFrom="paragraph">
                  <wp:posOffset>340360</wp:posOffset>
                </wp:positionV>
                <wp:extent cx="0" cy="720000"/>
                <wp:effectExtent l="19050" t="0" r="19050" b="23495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D224A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57FF4E" id="Connecteur droit 6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05pt,26.8pt" to="381.05pt,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" strokecolor="#d224ad" strokeweight="3pt"/>
            </w:pict>
          </mc:Fallback>
        </mc:AlternateContent>
      </w:r>
      <w:r w:rsidR="0005123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084E4F" wp14:editId="0BB10472">
                <wp:simplePos x="0" y="0"/>
                <wp:positionH relativeFrom="column">
                  <wp:posOffset>1397162</wp:posOffset>
                </wp:positionH>
                <wp:positionV relativeFrom="paragraph">
                  <wp:posOffset>1204403</wp:posOffset>
                </wp:positionV>
                <wp:extent cx="0" cy="720000"/>
                <wp:effectExtent l="19050" t="0" r="19050" b="2349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2ABFC5" id="Connecteur droit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pt,94.85pt" to="110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" strokecolor="#ffc000" strokeweight="3pt"/>
            </w:pict>
          </mc:Fallback>
        </mc:AlternateContent>
      </w:r>
      <w:r w:rsidR="00794BA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04316E" wp14:editId="38E8FC4A">
                <wp:simplePos x="0" y="0"/>
                <wp:positionH relativeFrom="column">
                  <wp:posOffset>3054542</wp:posOffset>
                </wp:positionH>
                <wp:positionV relativeFrom="paragraph">
                  <wp:posOffset>376291</wp:posOffset>
                </wp:positionV>
                <wp:extent cx="0" cy="720000"/>
                <wp:effectExtent l="19050" t="0" r="19050" b="23495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200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75BD5D" id="Connecteur droit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5pt,29.65pt" to="240.5pt,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" strokecolor="#00b050" strokeweight="3pt"/>
            </w:pict>
          </mc:Fallback>
        </mc:AlternateContent>
      </w:r>
      <w:r w:rsidR="00157E0C">
        <w:rPr>
          <w:noProof/>
          <w:lang w:eastAsia="fr-FR"/>
        </w:rPr>
        <mc:AlternateContent>
          <mc:Choice Requires="wpg">
            <w:drawing>
              <wp:inline distT="0" distB="0" distL="0" distR="0">
                <wp:extent cx="4741200" cy="2890800"/>
                <wp:effectExtent l="0" t="0" r="0" b="5080"/>
                <wp:docPr id="17" name="Group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622337" cy="2890800"/>
                          <a:chOff x="0" y="0"/>
                          <a:chExt cx="4739491" cy="2963119"/>
                        </a:xfrm>
                      </wpg:grpSpPr>
                      <pic:pic xmlns:pic="http://schemas.openxmlformats.org/drawingml/2006/picture">
                        <pic:nvPicPr>
                          <pic:cNvPr id="1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877" y="0"/>
                            <a:ext cx="4617614" cy="2963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Rectangle 11"/>
                        <wps:cNvSpPr/>
                        <wps:spPr>
                          <a:xfrm>
                            <a:off x="0" y="0"/>
                            <a:ext cx="2384384" cy="2546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12"/>
                        <wps:cNvSpPr/>
                        <wps:spPr>
                          <a:xfrm>
                            <a:off x="0" y="254643"/>
                            <a:ext cx="1284789" cy="196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group w14:anchorId="1CF15EDD" id="Groupe 17" o:spid="_x0000_s1026" style="width:373.3pt;height:227.6pt;mso-position-horizontal-relative:char;mso-position-vertical-relative:line" coordsize="47394,29631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">
                <o:lock v:ext="edit" aspectratio="t"/>
                <v:shape id="Image 8" o:spid="_x0000_s1027" type="#_x0000_t75" style="position:absolute;left:1218;width:46176;height:29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">
                  <v:imagedata r:id="rId16" o:title=""/>
                  <v:path arrowok="t"/>
                </v:shape>
                <v:rect id="Rectangle 11" o:spid="_x0000_s1028" style="position:absolute;width:23843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" fillcolor="white [3201]" stroked="f" strokeweight="2pt"/>
                <v:rect id="Rectangle 12" o:spid="_x0000_s1029" style="position:absolute;top:2546;width:12847;height:1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" fillcolor="white [3201]" stroked="f" strokeweight="2pt"/>
                <w10:anchorlock/>
              </v:group>
            </w:pict>
          </mc:Fallback>
        </mc:AlternateContent>
      </w:r>
    </w:p>
    <w:sectPr w:rsidR="00157E0C" w:rsidSect="00A966E1">
      <w:footerReference w:type="default" r:id="rId17"/>
      <w:footerReference w:type="first" r:id="rId18"/>
      <w:pgSz w:w="11906" w:h="16838"/>
      <w:pgMar w:top="567" w:right="566" w:bottom="709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F5E" w:rsidRDefault="005A5F5E" w:rsidP="00F53254">
      <w:r>
        <w:separator/>
      </w:r>
    </w:p>
  </w:endnote>
  <w:endnote w:type="continuationSeparator" w:id="0">
    <w:p w:rsidR="005A5F5E" w:rsidRDefault="005A5F5E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440" w:rsidRPr="00794FF9" w:rsidRDefault="00A45E80" w:rsidP="006A7290">
    <w:pPr>
      <w:tabs>
        <w:tab w:val="center" w:pos="5103"/>
        <w:tab w:val="left" w:pos="9639"/>
      </w:tabs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Activité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>1 : S</w:t>
    </w:r>
    <w:r w:rsidRPr="000B4D82">
      <w:rPr>
        <w:sz w:val="20"/>
        <w:szCs w:val="20"/>
      </w:rPr>
      <w:t>chémas architecturaux</w:t>
    </w:r>
    <w:r>
      <w:rPr>
        <w:sz w:val="20"/>
        <w:szCs w:val="20"/>
      </w:rPr>
      <w:tab/>
    </w:r>
    <w:r w:rsidRPr="008F3E55">
      <w:rPr>
        <w:b/>
        <w:sz w:val="20"/>
        <w:szCs w:val="20"/>
      </w:rPr>
      <w:t>- SEQ</w:t>
    </w:r>
    <w:r>
      <w:rPr>
        <w:b/>
        <w:sz w:val="20"/>
        <w:szCs w:val="20"/>
      </w:rPr>
      <w:t>4</w:t>
    </w:r>
    <w:r w:rsidRPr="008F3E55">
      <w:rPr>
        <w:b/>
        <w:sz w:val="20"/>
        <w:szCs w:val="20"/>
      </w:rPr>
      <w:t xml:space="preserve"> : </w:t>
    </w:r>
    <w:r>
      <w:rPr>
        <w:b/>
        <w:sz w:val="20"/>
        <w:szCs w:val="20"/>
      </w:rPr>
      <w:t>-</w:t>
    </w:r>
    <w:r w:rsidRPr="000B4D82">
      <w:rPr>
        <w:b/>
        <w:sz w:val="20"/>
        <w:szCs w:val="20"/>
      </w:rPr>
      <w:t>Maison Intelligente</w:t>
    </w:r>
    <w:r w:rsidRPr="008F3E55">
      <w:rPr>
        <w:b/>
        <w:sz w:val="20"/>
        <w:szCs w:val="20"/>
      </w:rPr>
      <w:t>-</w:t>
    </w:r>
    <w:r w:rsidR="00453440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-840462689"/>
        <w:docPartObj>
          <w:docPartGallery w:val="Page Numbers (Top of Page)"/>
          <w:docPartUnique/>
        </w:docPartObj>
      </w:sdtPr>
      <w:sdtEndPr/>
      <w:sdtContent>
        <w:r w:rsidR="00453440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ED364A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ED364A">
          <w:rPr>
            <w:rFonts w:eastAsia="Times New Roman"/>
            <w:noProof/>
            <w:sz w:val="20"/>
            <w:szCs w:val="20"/>
            <w:lang w:eastAsia="fr-FR"/>
          </w:rPr>
          <w:t>2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440" w:rsidRPr="00794FF9" w:rsidRDefault="00B06464" w:rsidP="007C5764">
    <w:pPr>
      <w:tabs>
        <w:tab w:val="center" w:pos="5103"/>
        <w:tab w:val="left" w:pos="9639"/>
      </w:tabs>
      <w:rPr>
        <w:rFonts w:eastAsia="Times New Roman"/>
        <w:sz w:val="20"/>
        <w:szCs w:val="20"/>
        <w:lang w:eastAsia="fr-FR"/>
      </w:rPr>
    </w:pPr>
    <w:r w:rsidRPr="003253AF">
      <w:rPr>
        <w:sz w:val="20"/>
        <w:szCs w:val="20"/>
      </w:rPr>
      <w:t>Activité</w:t>
    </w:r>
    <w:r w:rsidRPr="00794FF9">
      <w:rPr>
        <w:sz w:val="20"/>
        <w:szCs w:val="20"/>
      </w:rPr>
      <w:t xml:space="preserve"> 1 </w:t>
    </w:r>
    <w:r w:rsidRPr="00A52C91">
      <w:rPr>
        <w:rFonts w:ascii="Calibri" w:hAnsi="Calibri" w:cs="Calibri"/>
        <w:sz w:val="20"/>
        <w:szCs w:val="20"/>
      </w:rPr>
      <w:t>Outils de représentation</w:t>
    </w:r>
    <w:r w:rsidRPr="00794FF9">
      <w:rPr>
        <w:sz w:val="20"/>
        <w:szCs w:val="20"/>
      </w:rPr>
      <w:tab/>
    </w:r>
    <w:r>
      <w:rPr>
        <w:sz w:val="20"/>
        <w:szCs w:val="20"/>
      </w:rPr>
      <w:t>Documents Réponses</w:t>
    </w:r>
    <w:r w:rsidR="00453440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="00453440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5A5F5E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5A5F5E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F5E" w:rsidRDefault="005A5F5E" w:rsidP="00F53254">
      <w:r>
        <w:separator/>
      </w:r>
    </w:p>
  </w:footnote>
  <w:footnote w:type="continuationSeparator" w:id="0">
    <w:p w:rsidR="005A5F5E" w:rsidRDefault="005A5F5E" w:rsidP="00F5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A7D"/>
    <w:multiLevelType w:val="hybridMultilevel"/>
    <w:tmpl w:val="21007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54BD"/>
    <w:multiLevelType w:val="hybridMultilevel"/>
    <w:tmpl w:val="473A0D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22888"/>
    <w:multiLevelType w:val="hybridMultilevel"/>
    <w:tmpl w:val="B530A414"/>
    <w:lvl w:ilvl="0" w:tplc="4224EA1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1E71"/>
    <w:multiLevelType w:val="multilevel"/>
    <w:tmpl w:val="19DC87A6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41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D822F61"/>
    <w:multiLevelType w:val="hybridMultilevel"/>
    <w:tmpl w:val="89B44BC2"/>
    <w:lvl w:ilvl="0" w:tplc="CBA86278">
      <w:start w:val="1"/>
      <w:numFmt w:val="decimal"/>
      <w:pStyle w:val="Question"/>
      <w:lvlText w:val="Question %1."/>
      <w:lvlJc w:val="left"/>
      <w:pPr>
        <w:ind w:left="2062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E7E14"/>
    <w:multiLevelType w:val="hybridMultilevel"/>
    <w:tmpl w:val="8E5A8DBA"/>
    <w:lvl w:ilvl="0" w:tplc="72E4319C">
      <w:start w:val="6"/>
      <w:numFmt w:val="decimal"/>
      <w:lvlText w:val="Q%1 :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D0395"/>
    <w:multiLevelType w:val="hybridMultilevel"/>
    <w:tmpl w:val="5CCC6672"/>
    <w:lvl w:ilvl="0" w:tplc="632615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2F7B4D23"/>
    <w:multiLevelType w:val="hybridMultilevel"/>
    <w:tmpl w:val="024A47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020D0"/>
    <w:multiLevelType w:val="hybridMultilevel"/>
    <w:tmpl w:val="060EBC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C2DE6"/>
    <w:multiLevelType w:val="hybridMultilevel"/>
    <w:tmpl w:val="867A83F4"/>
    <w:lvl w:ilvl="0" w:tplc="3D2880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60905B6"/>
    <w:multiLevelType w:val="hybridMultilevel"/>
    <w:tmpl w:val="9C20E0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3"/>
  </w:num>
  <w:num w:numId="12">
    <w:abstractNumId w:val="3"/>
  </w:num>
  <w:num w:numId="13">
    <w:abstractNumId w:val="3"/>
  </w:num>
  <w:num w:numId="14">
    <w:abstractNumId w:val="8"/>
  </w:num>
  <w:num w:numId="15">
    <w:abstractNumId w:val="3"/>
  </w:num>
  <w:num w:numId="16">
    <w:abstractNumId w:val="11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ttachedTemplate r:id="rId1"/>
  <w:defaultTabStop w:val="709"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19B2"/>
    <w:rsid w:val="00004F32"/>
    <w:rsid w:val="0001497B"/>
    <w:rsid w:val="00030B0D"/>
    <w:rsid w:val="000332AA"/>
    <w:rsid w:val="00036209"/>
    <w:rsid w:val="0004093E"/>
    <w:rsid w:val="0005123E"/>
    <w:rsid w:val="00053329"/>
    <w:rsid w:val="00054038"/>
    <w:rsid w:val="00060914"/>
    <w:rsid w:val="00066C6E"/>
    <w:rsid w:val="00071FE4"/>
    <w:rsid w:val="0007426D"/>
    <w:rsid w:val="000751DD"/>
    <w:rsid w:val="000830E0"/>
    <w:rsid w:val="00085D1C"/>
    <w:rsid w:val="000955C0"/>
    <w:rsid w:val="00096819"/>
    <w:rsid w:val="000A028F"/>
    <w:rsid w:val="000B595B"/>
    <w:rsid w:val="000C0B57"/>
    <w:rsid w:val="000D23F5"/>
    <w:rsid w:val="000D2CE8"/>
    <w:rsid w:val="000D47FE"/>
    <w:rsid w:val="001100F2"/>
    <w:rsid w:val="00112EE6"/>
    <w:rsid w:val="00122041"/>
    <w:rsid w:val="00126DB8"/>
    <w:rsid w:val="00134E3F"/>
    <w:rsid w:val="00135D63"/>
    <w:rsid w:val="00153EA1"/>
    <w:rsid w:val="001579A2"/>
    <w:rsid w:val="00157E0C"/>
    <w:rsid w:val="00162F4A"/>
    <w:rsid w:val="00163ACD"/>
    <w:rsid w:val="00164C19"/>
    <w:rsid w:val="00164EF2"/>
    <w:rsid w:val="00170BCB"/>
    <w:rsid w:val="001771C2"/>
    <w:rsid w:val="00180EEC"/>
    <w:rsid w:val="00183F1D"/>
    <w:rsid w:val="00191A32"/>
    <w:rsid w:val="001968E1"/>
    <w:rsid w:val="001A07C3"/>
    <w:rsid w:val="001B207C"/>
    <w:rsid w:val="001B6658"/>
    <w:rsid w:val="001B67CE"/>
    <w:rsid w:val="001C0597"/>
    <w:rsid w:val="001C29F4"/>
    <w:rsid w:val="001C484E"/>
    <w:rsid w:val="001E3BA1"/>
    <w:rsid w:val="001E44CF"/>
    <w:rsid w:val="001F0B06"/>
    <w:rsid w:val="001F66DC"/>
    <w:rsid w:val="0020115C"/>
    <w:rsid w:val="00201A07"/>
    <w:rsid w:val="00202ED7"/>
    <w:rsid w:val="00204B33"/>
    <w:rsid w:val="0020745D"/>
    <w:rsid w:val="0021654F"/>
    <w:rsid w:val="00222E94"/>
    <w:rsid w:val="0022398B"/>
    <w:rsid w:val="002267F9"/>
    <w:rsid w:val="00235A48"/>
    <w:rsid w:val="00237272"/>
    <w:rsid w:val="00244BF6"/>
    <w:rsid w:val="00245819"/>
    <w:rsid w:val="00250F18"/>
    <w:rsid w:val="002541E5"/>
    <w:rsid w:val="0025794F"/>
    <w:rsid w:val="00273051"/>
    <w:rsid w:val="00273467"/>
    <w:rsid w:val="00276ED0"/>
    <w:rsid w:val="0028510A"/>
    <w:rsid w:val="0028540E"/>
    <w:rsid w:val="00286C79"/>
    <w:rsid w:val="00295D8F"/>
    <w:rsid w:val="002971CD"/>
    <w:rsid w:val="00297D3D"/>
    <w:rsid w:val="002A0056"/>
    <w:rsid w:val="002A4FD5"/>
    <w:rsid w:val="002C7BDF"/>
    <w:rsid w:val="002D5D76"/>
    <w:rsid w:val="002E019F"/>
    <w:rsid w:val="002E3157"/>
    <w:rsid w:val="002E64BC"/>
    <w:rsid w:val="002F1215"/>
    <w:rsid w:val="002F387B"/>
    <w:rsid w:val="0030331C"/>
    <w:rsid w:val="00320277"/>
    <w:rsid w:val="00320402"/>
    <w:rsid w:val="00324A99"/>
    <w:rsid w:val="003253AF"/>
    <w:rsid w:val="00325C05"/>
    <w:rsid w:val="003323D5"/>
    <w:rsid w:val="00335149"/>
    <w:rsid w:val="0033607D"/>
    <w:rsid w:val="00336294"/>
    <w:rsid w:val="0035126C"/>
    <w:rsid w:val="00355A60"/>
    <w:rsid w:val="003630E2"/>
    <w:rsid w:val="003718EF"/>
    <w:rsid w:val="0037709D"/>
    <w:rsid w:val="00382FF1"/>
    <w:rsid w:val="00383F91"/>
    <w:rsid w:val="00385727"/>
    <w:rsid w:val="00386979"/>
    <w:rsid w:val="003872EE"/>
    <w:rsid w:val="003A2314"/>
    <w:rsid w:val="003A68C6"/>
    <w:rsid w:val="003B00E9"/>
    <w:rsid w:val="003B0DBB"/>
    <w:rsid w:val="003B6859"/>
    <w:rsid w:val="003C12F9"/>
    <w:rsid w:val="003C3222"/>
    <w:rsid w:val="003C366F"/>
    <w:rsid w:val="003C4687"/>
    <w:rsid w:val="003C5170"/>
    <w:rsid w:val="003C6E29"/>
    <w:rsid w:val="003D0DE1"/>
    <w:rsid w:val="003D58C7"/>
    <w:rsid w:val="003D6ED9"/>
    <w:rsid w:val="003E1917"/>
    <w:rsid w:val="003E6A19"/>
    <w:rsid w:val="003F786B"/>
    <w:rsid w:val="004001C8"/>
    <w:rsid w:val="00402260"/>
    <w:rsid w:val="00405603"/>
    <w:rsid w:val="004178B3"/>
    <w:rsid w:val="0042268B"/>
    <w:rsid w:val="004238CD"/>
    <w:rsid w:val="00425236"/>
    <w:rsid w:val="00426B45"/>
    <w:rsid w:val="0044004E"/>
    <w:rsid w:val="00441DEA"/>
    <w:rsid w:val="004471BB"/>
    <w:rsid w:val="00453440"/>
    <w:rsid w:val="00455894"/>
    <w:rsid w:val="00463C03"/>
    <w:rsid w:val="004729E2"/>
    <w:rsid w:val="00474798"/>
    <w:rsid w:val="00480A16"/>
    <w:rsid w:val="004846D7"/>
    <w:rsid w:val="004867D1"/>
    <w:rsid w:val="0048782E"/>
    <w:rsid w:val="004936B8"/>
    <w:rsid w:val="004A59A8"/>
    <w:rsid w:val="004B2982"/>
    <w:rsid w:val="004C2B01"/>
    <w:rsid w:val="004D3104"/>
    <w:rsid w:val="004D7345"/>
    <w:rsid w:val="004E4DB6"/>
    <w:rsid w:val="004F1D9A"/>
    <w:rsid w:val="004F6947"/>
    <w:rsid w:val="004F6F4E"/>
    <w:rsid w:val="0050679E"/>
    <w:rsid w:val="00520337"/>
    <w:rsid w:val="00521897"/>
    <w:rsid w:val="005245A0"/>
    <w:rsid w:val="00524BB3"/>
    <w:rsid w:val="00527CBB"/>
    <w:rsid w:val="005307AB"/>
    <w:rsid w:val="0054292E"/>
    <w:rsid w:val="00542C65"/>
    <w:rsid w:val="00551953"/>
    <w:rsid w:val="0057066F"/>
    <w:rsid w:val="00574BB1"/>
    <w:rsid w:val="00580AA6"/>
    <w:rsid w:val="00580F05"/>
    <w:rsid w:val="00583354"/>
    <w:rsid w:val="00587242"/>
    <w:rsid w:val="005872FB"/>
    <w:rsid w:val="00592460"/>
    <w:rsid w:val="005A5191"/>
    <w:rsid w:val="005A5F5E"/>
    <w:rsid w:val="005B1D6A"/>
    <w:rsid w:val="005B4D7D"/>
    <w:rsid w:val="005C126D"/>
    <w:rsid w:val="005C40DA"/>
    <w:rsid w:val="005D3494"/>
    <w:rsid w:val="005E46F2"/>
    <w:rsid w:val="005E4B9F"/>
    <w:rsid w:val="005E533F"/>
    <w:rsid w:val="005E64C5"/>
    <w:rsid w:val="005E6C27"/>
    <w:rsid w:val="005F172A"/>
    <w:rsid w:val="006010E9"/>
    <w:rsid w:val="00604435"/>
    <w:rsid w:val="00604D58"/>
    <w:rsid w:val="00611223"/>
    <w:rsid w:val="00612696"/>
    <w:rsid w:val="006129BA"/>
    <w:rsid w:val="00612A5F"/>
    <w:rsid w:val="00613039"/>
    <w:rsid w:val="00613301"/>
    <w:rsid w:val="0061407A"/>
    <w:rsid w:val="0061469A"/>
    <w:rsid w:val="00617FEA"/>
    <w:rsid w:val="00620156"/>
    <w:rsid w:val="006220DB"/>
    <w:rsid w:val="00627FCA"/>
    <w:rsid w:val="00640388"/>
    <w:rsid w:val="00640D80"/>
    <w:rsid w:val="00640F23"/>
    <w:rsid w:val="00641C84"/>
    <w:rsid w:val="006436A0"/>
    <w:rsid w:val="006549AD"/>
    <w:rsid w:val="00656206"/>
    <w:rsid w:val="006566F3"/>
    <w:rsid w:val="0065725D"/>
    <w:rsid w:val="006666BD"/>
    <w:rsid w:val="00673232"/>
    <w:rsid w:val="006742ED"/>
    <w:rsid w:val="00674E46"/>
    <w:rsid w:val="00684964"/>
    <w:rsid w:val="00687B4D"/>
    <w:rsid w:val="006905B3"/>
    <w:rsid w:val="006A7290"/>
    <w:rsid w:val="006B161C"/>
    <w:rsid w:val="006B7835"/>
    <w:rsid w:val="006C09FE"/>
    <w:rsid w:val="006E302C"/>
    <w:rsid w:val="006E559C"/>
    <w:rsid w:val="006E68F2"/>
    <w:rsid w:val="006F38B8"/>
    <w:rsid w:val="00701668"/>
    <w:rsid w:val="00706B0A"/>
    <w:rsid w:val="00710D22"/>
    <w:rsid w:val="00715C2B"/>
    <w:rsid w:val="00722DBE"/>
    <w:rsid w:val="007242C9"/>
    <w:rsid w:val="00737AEB"/>
    <w:rsid w:val="007443F8"/>
    <w:rsid w:val="00744E00"/>
    <w:rsid w:val="007502AC"/>
    <w:rsid w:val="00754BE9"/>
    <w:rsid w:val="00755684"/>
    <w:rsid w:val="007570E2"/>
    <w:rsid w:val="00766D7B"/>
    <w:rsid w:val="0077723C"/>
    <w:rsid w:val="00783609"/>
    <w:rsid w:val="00794BA1"/>
    <w:rsid w:val="00794FF9"/>
    <w:rsid w:val="0079697E"/>
    <w:rsid w:val="007A6935"/>
    <w:rsid w:val="007B3B29"/>
    <w:rsid w:val="007C2F30"/>
    <w:rsid w:val="007C5764"/>
    <w:rsid w:val="007C5BF1"/>
    <w:rsid w:val="007C62F0"/>
    <w:rsid w:val="007C7514"/>
    <w:rsid w:val="007D4191"/>
    <w:rsid w:val="007E41A5"/>
    <w:rsid w:val="007E41F6"/>
    <w:rsid w:val="007E4E5D"/>
    <w:rsid w:val="007E7B1B"/>
    <w:rsid w:val="007F0B10"/>
    <w:rsid w:val="007F1817"/>
    <w:rsid w:val="007F34C9"/>
    <w:rsid w:val="007F3E97"/>
    <w:rsid w:val="008015FE"/>
    <w:rsid w:val="008016AA"/>
    <w:rsid w:val="00801F1B"/>
    <w:rsid w:val="00803C20"/>
    <w:rsid w:val="00807624"/>
    <w:rsid w:val="00813D8E"/>
    <w:rsid w:val="0081627B"/>
    <w:rsid w:val="0081777B"/>
    <w:rsid w:val="0083070A"/>
    <w:rsid w:val="00834F6F"/>
    <w:rsid w:val="008409C7"/>
    <w:rsid w:val="008503B0"/>
    <w:rsid w:val="00855DA2"/>
    <w:rsid w:val="008613DA"/>
    <w:rsid w:val="0086214C"/>
    <w:rsid w:val="0086610B"/>
    <w:rsid w:val="00867524"/>
    <w:rsid w:val="00872AE6"/>
    <w:rsid w:val="00877AB0"/>
    <w:rsid w:val="00882577"/>
    <w:rsid w:val="008878C9"/>
    <w:rsid w:val="00894B47"/>
    <w:rsid w:val="0089621C"/>
    <w:rsid w:val="0089755A"/>
    <w:rsid w:val="008A65F1"/>
    <w:rsid w:val="008B2ACF"/>
    <w:rsid w:val="008B6024"/>
    <w:rsid w:val="008C06D8"/>
    <w:rsid w:val="008C4197"/>
    <w:rsid w:val="008D0DBE"/>
    <w:rsid w:val="008D29D2"/>
    <w:rsid w:val="008D69BC"/>
    <w:rsid w:val="008D6AF5"/>
    <w:rsid w:val="008E3C39"/>
    <w:rsid w:val="008F2189"/>
    <w:rsid w:val="008F5FE3"/>
    <w:rsid w:val="00907F03"/>
    <w:rsid w:val="009131C9"/>
    <w:rsid w:val="00920AC9"/>
    <w:rsid w:val="00924B7E"/>
    <w:rsid w:val="00924CF6"/>
    <w:rsid w:val="00927117"/>
    <w:rsid w:val="00932314"/>
    <w:rsid w:val="00946AD4"/>
    <w:rsid w:val="00963F1C"/>
    <w:rsid w:val="00965C1F"/>
    <w:rsid w:val="00966007"/>
    <w:rsid w:val="00966799"/>
    <w:rsid w:val="00966BF1"/>
    <w:rsid w:val="00980349"/>
    <w:rsid w:val="009870C3"/>
    <w:rsid w:val="00990D99"/>
    <w:rsid w:val="009962ED"/>
    <w:rsid w:val="00996D0F"/>
    <w:rsid w:val="0099763A"/>
    <w:rsid w:val="009A3023"/>
    <w:rsid w:val="009A4F1B"/>
    <w:rsid w:val="009A699F"/>
    <w:rsid w:val="009C332F"/>
    <w:rsid w:val="009C4938"/>
    <w:rsid w:val="009D2F66"/>
    <w:rsid w:val="009F7C9F"/>
    <w:rsid w:val="00A00643"/>
    <w:rsid w:val="00A050A6"/>
    <w:rsid w:val="00A07CF9"/>
    <w:rsid w:val="00A1162B"/>
    <w:rsid w:val="00A11A65"/>
    <w:rsid w:val="00A11FB2"/>
    <w:rsid w:val="00A24EC0"/>
    <w:rsid w:val="00A25C46"/>
    <w:rsid w:val="00A26AB0"/>
    <w:rsid w:val="00A373BF"/>
    <w:rsid w:val="00A4536F"/>
    <w:rsid w:val="00A45E80"/>
    <w:rsid w:val="00A51EA5"/>
    <w:rsid w:val="00A555AE"/>
    <w:rsid w:val="00A77C0D"/>
    <w:rsid w:val="00A84BB4"/>
    <w:rsid w:val="00A9086A"/>
    <w:rsid w:val="00A9218A"/>
    <w:rsid w:val="00A92515"/>
    <w:rsid w:val="00A93DE0"/>
    <w:rsid w:val="00A966E1"/>
    <w:rsid w:val="00AB027A"/>
    <w:rsid w:val="00AB3B6E"/>
    <w:rsid w:val="00AB455D"/>
    <w:rsid w:val="00AC223C"/>
    <w:rsid w:val="00AC7A87"/>
    <w:rsid w:val="00AD2031"/>
    <w:rsid w:val="00AE3A85"/>
    <w:rsid w:val="00AE3D8A"/>
    <w:rsid w:val="00AF26DD"/>
    <w:rsid w:val="00AF786F"/>
    <w:rsid w:val="00B06464"/>
    <w:rsid w:val="00B16BAA"/>
    <w:rsid w:val="00B1794B"/>
    <w:rsid w:val="00B21C46"/>
    <w:rsid w:val="00B2358A"/>
    <w:rsid w:val="00B267B9"/>
    <w:rsid w:val="00B2798B"/>
    <w:rsid w:val="00B4006B"/>
    <w:rsid w:val="00B44FD9"/>
    <w:rsid w:val="00B54B9A"/>
    <w:rsid w:val="00B618E2"/>
    <w:rsid w:val="00B61B45"/>
    <w:rsid w:val="00B61CBE"/>
    <w:rsid w:val="00B719F5"/>
    <w:rsid w:val="00B732A6"/>
    <w:rsid w:val="00B73924"/>
    <w:rsid w:val="00B742E2"/>
    <w:rsid w:val="00B75E6F"/>
    <w:rsid w:val="00B823C8"/>
    <w:rsid w:val="00B8795C"/>
    <w:rsid w:val="00B91A82"/>
    <w:rsid w:val="00B97FFB"/>
    <w:rsid w:val="00BA2304"/>
    <w:rsid w:val="00BA3088"/>
    <w:rsid w:val="00BA573D"/>
    <w:rsid w:val="00BB25FD"/>
    <w:rsid w:val="00BB2E01"/>
    <w:rsid w:val="00BB3B99"/>
    <w:rsid w:val="00BB4F39"/>
    <w:rsid w:val="00BB5445"/>
    <w:rsid w:val="00BB7277"/>
    <w:rsid w:val="00BC09FE"/>
    <w:rsid w:val="00BD0273"/>
    <w:rsid w:val="00C017C8"/>
    <w:rsid w:val="00C041F7"/>
    <w:rsid w:val="00C107DB"/>
    <w:rsid w:val="00C133AB"/>
    <w:rsid w:val="00C13E73"/>
    <w:rsid w:val="00C17085"/>
    <w:rsid w:val="00C2132B"/>
    <w:rsid w:val="00C26BA8"/>
    <w:rsid w:val="00C31B10"/>
    <w:rsid w:val="00C339F7"/>
    <w:rsid w:val="00C33C88"/>
    <w:rsid w:val="00C44DF9"/>
    <w:rsid w:val="00C53D46"/>
    <w:rsid w:val="00C5476A"/>
    <w:rsid w:val="00C57D5D"/>
    <w:rsid w:val="00C6447C"/>
    <w:rsid w:val="00C6793A"/>
    <w:rsid w:val="00C70587"/>
    <w:rsid w:val="00C7139F"/>
    <w:rsid w:val="00C72B1F"/>
    <w:rsid w:val="00C741B6"/>
    <w:rsid w:val="00C75D74"/>
    <w:rsid w:val="00C77C85"/>
    <w:rsid w:val="00C845B5"/>
    <w:rsid w:val="00C852E5"/>
    <w:rsid w:val="00C87EE7"/>
    <w:rsid w:val="00C9710D"/>
    <w:rsid w:val="00CA12D1"/>
    <w:rsid w:val="00CA470F"/>
    <w:rsid w:val="00CA7160"/>
    <w:rsid w:val="00CA748B"/>
    <w:rsid w:val="00CB6488"/>
    <w:rsid w:val="00CC1B63"/>
    <w:rsid w:val="00CD2DD8"/>
    <w:rsid w:val="00CD37AF"/>
    <w:rsid w:val="00CE21F0"/>
    <w:rsid w:val="00D04C56"/>
    <w:rsid w:val="00D04EB3"/>
    <w:rsid w:val="00D0696A"/>
    <w:rsid w:val="00D15414"/>
    <w:rsid w:val="00D20741"/>
    <w:rsid w:val="00D22766"/>
    <w:rsid w:val="00D24B46"/>
    <w:rsid w:val="00D24C81"/>
    <w:rsid w:val="00D254FC"/>
    <w:rsid w:val="00D27650"/>
    <w:rsid w:val="00D27A4A"/>
    <w:rsid w:val="00D4793A"/>
    <w:rsid w:val="00D52497"/>
    <w:rsid w:val="00D53C7A"/>
    <w:rsid w:val="00D645E5"/>
    <w:rsid w:val="00D6609A"/>
    <w:rsid w:val="00D8205A"/>
    <w:rsid w:val="00D8309A"/>
    <w:rsid w:val="00DA3522"/>
    <w:rsid w:val="00DA4E11"/>
    <w:rsid w:val="00DA6836"/>
    <w:rsid w:val="00DB2975"/>
    <w:rsid w:val="00DB37AB"/>
    <w:rsid w:val="00DC14BE"/>
    <w:rsid w:val="00DE702B"/>
    <w:rsid w:val="00DF3A4E"/>
    <w:rsid w:val="00E011F4"/>
    <w:rsid w:val="00E02C26"/>
    <w:rsid w:val="00E03375"/>
    <w:rsid w:val="00E12504"/>
    <w:rsid w:val="00E16520"/>
    <w:rsid w:val="00E1746A"/>
    <w:rsid w:val="00E174AE"/>
    <w:rsid w:val="00E23CB0"/>
    <w:rsid w:val="00E26607"/>
    <w:rsid w:val="00E3156E"/>
    <w:rsid w:val="00E33F1F"/>
    <w:rsid w:val="00E33FA4"/>
    <w:rsid w:val="00E34486"/>
    <w:rsid w:val="00E43D7C"/>
    <w:rsid w:val="00E46004"/>
    <w:rsid w:val="00E50510"/>
    <w:rsid w:val="00E54193"/>
    <w:rsid w:val="00E604EA"/>
    <w:rsid w:val="00E678ED"/>
    <w:rsid w:val="00E726A0"/>
    <w:rsid w:val="00E75277"/>
    <w:rsid w:val="00E81CA7"/>
    <w:rsid w:val="00E84E12"/>
    <w:rsid w:val="00E85FB8"/>
    <w:rsid w:val="00E870F2"/>
    <w:rsid w:val="00E9111B"/>
    <w:rsid w:val="00E9783D"/>
    <w:rsid w:val="00EA160C"/>
    <w:rsid w:val="00EA2AC2"/>
    <w:rsid w:val="00EB0C0D"/>
    <w:rsid w:val="00EB1C69"/>
    <w:rsid w:val="00EB4F0C"/>
    <w:rsid w:val="00EC0BBC"/>
    <w:rsid w:val="00EC200F"/>
    <w:rsid w:val="00EC2927"/>
    <w:rsid w:val="00ED1483"/>
    <w:rsid w:val="00ED364A"/>
    <w:rsid w:val="00ED3DAB"/>
    <w:rsid w:val="00EE1867"/>
    <w:rsid w:val="00EF0853"/>
    <w:rsid w:val="00EF10CC"/>
    <w:rsid w:val="00EF2E5B"/>
    <w:rsid w:val="00EF5B79"/>
    <w:rsid w:val="00EF6D2E"/>
    <w:rsid w:val="00F16A4F"/>
    <w:rsid w:val="00F17924"/>
    <w:rsid w:val="00F213A2"/>
    <w:rsid w:val="00F24407"/>
    <w:rsid w:val="00F33C5D"/>
    <w:rsid w:val="00F37586"/>
    <w:rsid w:val="00F408F7"/>
    <w:rsid w:val="00F4486B"/>
    <w:rsid w:val="00F53254"/>
    <w:rsid w:val="00F71EC1"/>
    <w:rsid w:val="00F8017E"/>
    <w:rsid w:val="00F80696"/>
    <w:rsid w:val="00F81211"/>
    <w:rsid w:val="00F839BA"/>
    <w:rsid w:val="00F85AF5"/>
    <w:rsid w:val="00F9409D"/>
    <w:rsid w:val="00FA5BDD"/>
    <w:rsid w:val="00FB1E72"/>
    <w:rsid w:val="00FB6159"/>
    <w:rsid w:val="00FB71DE"/>
    <w:rsid w:val="00FC32D7"/>
    <w:rsid w:val="00FC66F2"/>
    <w:rsid w:val="00FC7289"/>
    <w:rsid w:val="00FC7A1F"/>
    <w:rsid w:val="00FD0F36"/>
    <w:rsid w:val="00FD366E"/>
    <w:rsid w:val="00FE2F5B"/>
    <w:rsid w:val="00FE48AE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75D439"/>
  <w15:docId w15:val="{732C5BFC-3C4D-4571-B9F9-8F2F21A6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DF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6447C"/>
    <w:pPr>
      <w:keepNext/>
      <w:keepLines/>
      <w:numPr>
        <w:numId w:val="2"/>
      </w:numPr>
      <w:spacing w:after="120"/>
      <w:jc w:val="left"/>
      <w:outlineLvl w:val="0"/>
    </w:pPr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ind w:left="567"/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6447C"/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customStyle="1" w:styleId="Normal1">
    <w:name w:val="Normal1"/>
    <w:basedOn w:val="Normal"/>
    <w:autoRedefine/>
    <w:qFormat/>
    <w:rsid w:val="00E03375"/>
    <w:pPr>
      <w:spacing w:after="120"/>
    </w:pPr>
    <w:rPr>
      <w:rFonts w:eastAsia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86610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basedOn w:val="Policepardfaut"/>
    <w:qFormat/>
    <w:rsid w:val="00112EE6"/>
    <w:rPr>
      <w:b/>
      <w:bCs/>
    </w:rPr>
  </w:style>
  <w:style w:type="paragraph" w:styleId="Retraitcorpsdetexte">
    <w:name w:val="Body Text Indent"/>
    <w:basedOn w:val="Normal"/>
    <w:link w:val="RetraitcorpsdetexteCar"/>
    <w:rsid w:val="00966007"/>
    <w:pPr>
      <w:spacing w:after="120"/>
      <w:ind w:left="283"/>
      <w:jc w:val="left"/>
    </w:pPr>
    <w:rPr>
      <w:rFonts w:eastAsia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6600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ponselve">
    <w:name w:val="Réponse élève"/>
    <w:basedOn w:val="Paragraphedeliste"/>
    <w:link w:val="RponselveCar"/>
    <w:qFormat/>
    <w:rsid w:val="00DA6836"/>
    <w:pPr>
      <w:pBdr>
        <w:top w:val="dashed" w:sz="4" w:space="1" w:color="auto"/>
        <w:left w:val="dashed" w:sz="4" w:space="23" w:color="auto"/>
        <w:bottom w:val="dashed" w:sz="4" w:space="1" w:color="auto"/>
        <w:right w:val="dashed" w:sz="4" w:space="4" w:color="auto"/>
      </w:pBdr>
      <w:spacing w:line="480" w:lineRule="auto"/>
    </w:pPr>
    <w:rPr>
      <w:rFonts w:ascii="Calibri" w:hAnsi="Calibri" w:cs="Calibri"/>
      <w:b w:val="0"/>
      <w:noProof/>
      <w:spacing w:val="20"/>
      <w:w w:val="120"/>
      <w:sz w:val="20"/>
      <w:szCs w:val="22"/>
      <w:u w:val="dash" w:color="000000"/>
      <w:lang w:eastAsia="fr-FR"/>
    </w:rPr>
  </w:style>
  <w:style w:type="character" w:customStyle="1" w:styleId="RponselveCar">
    <w:name w:val="Réponse élève Car"/>
    <w:basedOn w:val="Policepardfaut"/>
    <w:link w:val="Rponselve"/>
    <w:rsid w:val="00DA6836"/>
    <w:rPr>
      <w:rFonts w:ascii="Calibri" w:hAnsi="Calibri" w:cs="Calibri"/>
      <w:noProof/>
      <w:color w:val="FF0000"/>
      <w:spacing w:val="20"/>
      <w:w w:val="120"/>
      <w:sz w:val="20"/>
      <w:u w:val="dash" w:color="000000"/>
      <w:lang w:eastAsia="fr-FR"/>
    </w:rPr>
  </w:style>
  <w:style w:type="paragraph" w:customStyle="1" w:styleId="Question">
    <w:name w:val="Question"/>
    <w:basedOn w:val="Paragraphedeliste"/>
    <w:qFormat/>
    <w:rsid w:val="00DA6836"/>
    <w:pPr>
      <w:numPr>
        <w:numId w:val="4"/>
      </w:numPr>
      <w:pBdr>
        <w:top w:val="single" w:sz="8" w:space="1" w:color="auto"/>
        <w:left w:val="single" w:sz="8" w:space="7" w:color="auto"/>
        <w:bottom w:val="single" w:sz="8" w:space="1" w:color="auto"/>
        <w:right w:val="single" w:sz="8" w:space="4" w:color="auto"/>
        <w:between w:val="dashed" w:sz="4" w:space="1" w:color="auto"/>
        <w:bar w:val="dashed" w:sz="4" w:color="auto"/>
      </w:pBdr>
      <w:shd w:val="clear" w:color="auto" w:fill="DDD9C3" w:themeFill="background2" w:themeFillShade="E6"/>
      <w:tabs>
        <w:tab w:val="left" w:pos="1701"/>
      </w:tabs>
      <w:spacing w:after="200" w:line="276" w:lineRule="auto"/>
      <w:ind w:left="720" w:right="130"/>
    </w:pPr>
    <w:rPr>
      <w:rFonts w:asciiTheme="minorHAnsi" w:hAnsiTheme="minorHAnsi" w:cstheme="minorBidi"/>
      <w:b w:val="0"/>
      <w:color w:val="auto"/>
      <w:sz w:val="22"/>
      <w:szCs w:val="22"/>
    </w:rPr>
  </w:style>
  <w:style w:type="paragraph" w:styleId="NormalWeb">
    <w:name w:val="Normal (Web)"/>
    <w:basedOn w:val="Normal"/>
    <w:uiPriority w:val="99"/>
    <w:unhideWhenUsed/>
    <w:rsid w:val="006129BA"/>
    <w:pPr>
      <w:spacing w:before="100" w:beforeAutospacing="1" w:after="100" w:afterAutospacing="1"/>
      <w:jc w:val="left"/>
    </w:pPr>
    <w:rPr>
      <w:rFonts w:eastAsiaTheme="minorEastAsia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F0B10"/>
    <w:rPr>
      <w:color w:val="808080"/>
    </w:rPr>
  </w:style>
  <w:style w:type="character" w:styleId="Accentuation">
    <w:name w:val="Emphasis"/>
    <w:basedOn w:val="Policepardfaut"/>
    <w:uiPriority w:val="20"/>
    <w:qFormat/>
    <w:rsid w:val="00722DBE"/>
    <w:rPr>
      <w:i/>
      <w:iCs/>
    </w:rPr>
  </w:style>
  <w:style w:type="table" w:customStyle="1" w:styleId="Grilledutableau2">
    <w:name w:val="Grille du tableau2"/>
    <w:basedOn w:val="TableauNormal"/>
    <w:next w:val="Grilledutableau"/>
    <w:uiPriority w:val="59"/>
    <w:rsid w:val="00C1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ar"/>
    <w:qFormat/>
    <w:rsid w:val="0004093E"/>
    <w:pPr>
      <w:spacing w:after="120"/>
    </w:pPr>
  </w:style>
  <w:style w:type="character" w:customStyle="1" w:styleId="Style1Car">
    <w:name w:val="Style1 Car"/>
    <w:basedOn w:val="Policepardfaut"/>
    <w:link w:val="Style1"/>
    <w:rsid w:val="0004093E"/>
    <w:rPr>
      <w:rFonts w:ascii="Times New Roman" w:hAnsi="Times New Roman" w:cs="Times New Roman"/>
      <w:sz w:val="24"/>
      <w:szCs w:val="24"/>
    </w:rPr>
  </w:style>
  <w:style w:type="paragraph" w:customStyle="1" w:styleId="rvps3">
    <w:name w:val="rvps3"/>
    <w:basedOn w:val="Normal"/>
    <w:rsid w:val="000019B2"/>
    <w:pPr>
      <w:ind w:left="115" w:right="115"/>
    </w:pPr>
    <w:rPr>
      <w:rFonts w:eastAsia="Times New Roman"/>
      <w:lang w:eastAsia="fr-FR"/>
    </w:rPr>
  </w:style>
  <w:style w:type="character" w:customStyle="1" w:styleId="rvts8">
    <w:name w:val="rvts8"/>
    <w:basedOn w:val="Policepardfaut"/>
    <w:rsid w:val="00B618E2"/>
    <w:rPr>
      <w:rFonts w:ascii="Tahoma" w:hAnsi="Tahoma" w:cs="Tahoma" w:hint="default"/>
      <w:sz w:val="24"/>
      <w:szCs w:val="24"/>
    </w:rPr>
  </w:style>
  <w:style w:type="character" w:customStyle="1" w:styleId="rvts17">
    <w:name w:val="rvts17"/>
    <w:basedOn w:val="Policepardfaut"/>
    <w:rsid w:val="00807624"/>
    <w:rPr>
      <w:rFonts w:ascii="Tahoma" w:hAnsi="Tahoma" w:cs="Tahoma" w:hint="default"/>
      <w:b/>
      <w:bCs/>
      <w:sz w:val="24"/>
      <w:szCs w:val="24"/>
    </w:rPr>
  </w:style>
  <w:style w:type="character" w:customStyle="1" w:styleId="rvts18">
    <w:name w:val="rvts18"/>
    <w:basedOn w:val="Policepardfaut"/>
    <w:rsid w:val="00807624"/>
    <w:rPr>
      <w:rFonts w:ascii="Tahoma" w:hAnsi="Tahoma" w:cs="Tahoma" w:hint="default"/>
      <w:b/>
      <w:bCs/>
      <w:color w:val="B266B2"/>
      <w:sz w:val="24"/>
      <w:szCs w:val="24"/>
    </w:rPr>
  </w:style>
  <w:style w:type="character" w:customStyle="1" w:styleId="rvts19">
    <w:name w:val="rvts19"/>
    <w:basedOn w:val="Policepardfaut"/>
    <w:rsid w:val="00807624"/>
    <w:rPr>
      <w:rFonts w:ascii="Tahoma" w:hAnsi="Tahoma" w:cs="Tahoma" w:hint="default"/>
      <w:b/>
      <w:bCs/>
      <w:color w:val="00B050"/>
      <w:sz w:val="24"/>
      <w:szCs w:val="24"/>
    </w:rPr>
  </w:style>
  <w:style w:type="character" w:customStyle="1" w:styleId="rvts20">
    <w:name w:val="rvts20"/>
    <w:basedOn w:val="Policepardfaut"/>
    <w:rsid w:val="00807624"/>
    <w:rPr>
      <w:rFonts w:ascii="Tahoma" w:hAnsi="Tahoma" w:cs="Tahoma" w:hint="default"/>
      <w:b/>
      <w:bCs/>
      <w:color w:val="FF0000"/>
      <w:sz w:val="24"/>
      <w:szCs w:val="24"/>
    </w:rPr>
  </w:style>
  <w:style w:type="character" w:customStyle="1" w:styleId="rvts21">
    <w:name w:val="rvts21"/>
    <w:basedOn w:val="Policepardfaut"/>
    <w:rsid w:val="00807624"/>
    <w:rPr>
      <w:rFonts w:ascii="Tahoma" w:hAnsi="Tahoma" w:cs="Tahoma" w:hint="default"/>
      <w:b/>
      <w:bCs/>
      <w:color w:val="0000FF"/>
      <w:sz w:val="24"/>
      <w:szCs w:val="24"/>
    </w:rPr>
  </w:style>
  <w:style w:type="character" w:customStyle="1" w:styleId="rvts22">
    <w:name w:val="rvts22"/>
    <w:basedOn w:val="Policepardfaut"/>
    <w:rsid w:val="00807624"/>
    <w:rPr>
      <w:rFonts w:ascii="Tahoma" w:hAnsi="Tahoma" w:cs="Tahoma" w:hint="default"/>
      <w:b/>
      <w:bCs/>
      <w:color w:val="FFFF00"/>
      <w:sz w:val="24"/>
      <w:szCs w:val="24"/>
      <w:shd w:val="clear" w:color="auto" w:fill="D8D8D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952">
              <w:marLeft w:val="150"/>
              <w:marRight w:val="15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7195">
              <w:marLeft w:val="150"/>
              <w:marRight w:val="15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5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image" Target="media/image7.jp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6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24190-E2BA-490D-9DE0-23B6BB45A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46</TotalTime>
  <Pages>2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Perso</dc:creator>
  <cp:lastModifiedBy>JP</cp:lastModifiedBy>
  <cp:revision>11</cp:revision>
  <cp:lastPrinted>2013-01-01T14:21:00Z</cp:lastPrinted>
  <dcterms:created xsi:type="dcterms:W3CDTF">2016-12-09T09:22:00Z</dcterms:created>
  <dcterms:modified xsi:type="dcterms:W3CDTF">2020-04-02T08:26:00Z</dcterms:modified>
</cp:coreProperties>
</file>